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FF" w:rsidRDefault="00B077FF" w:rsidP="00323982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10/b. sz. melléklet:</w:t>
      </w:r>
    </w:p>
    <w:p w:rsidR="00B077FF" w:rsidRDefault="00B077FF" w:rsidP="00323982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különválással létrejövő társaságnál, mint jogutódnál </w:t>
      </w:r>
      <w:r w:rsidRPr="004024A0">
        <w:rPr>
          <w:sz w:val="20"/>
          <w:lang w:val="hu-HU"/>
        </w:rPr>
        <w:t>(nincs melléklet)</w:t>
      </w:r>
    </w:p>
    <w:p w:rsidR="00B077FF" w:rsidRDefault="00B077F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077FF" w:rsidRDefault="00B077F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B077FF" w:rsidRPr="00D26E33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B077FF" w:rsidRPr="00D26E33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077FF" w:rsidRPr="0003730C" w:rsidRDefault="00B077FF" w:rsidP="0032398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Különválással létrejövő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B077FF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B077FF" w:rsidRPr="00D2184F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B077FF" w:rsidRDefault="00B077FF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B077FF" w:rsidRDefault="00B077FF" w:rsidP="00323982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Különválással létrejövő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</w:t>
      </w:r>
      <w:r>
        <w:rPr>
          <w:rFonts w:ascii="Times New Roman" w:hAnsi="Times New Roman"/>
          <w:sz w:val="20"/>
          <w:lang w:val="hu-HU"/>
        </w:rPr>
        <w:t xml:space="preserve"> különválás</w:t>
      </w:r>
      <w:r w:rsidRPr="0003730C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03730C">
        <w:rPr>
          <w:rFonts w:ascii="Times New Roman" w:hAnsi="Times New Roman"/>
          <w:sz w:val="20"/>
          <w:lang w:val="hu-HU"/>
        </w:rPr>
        <w:t xml:space="preserve"> társaság („jogutód társaság”) </w:t>
      </w:r>
      <w:r>
        <w:rPr>
          <w:rFonts w:ascii="Times New Roman" w:hAnsi="Times New Roman"/>
          <w:sz w:val="20"/>
          <w:lang w:val="hu-HU"/>
        </w:rPr>
        <w:t>különválás</w:t>
      </w:r>
      <w:r w:rsidRPr="0003730C">
        <w:rPr>
          <w:rFonts w:ascii="Times New Roman" w:hAnsi="Times New Roman"/>
          <w:sz w:val="20"/>
          <w:lang w:val="hu-HU"/>
        </w:rPr>
        <w:t xml:space="preserve">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03730C">
        <w:rPr>
          <w:rFonts w:ascii="Times New Roman" w:hAnsi="Times New Roman"/>
          <w:sz w:val="20"/>
          <w:lang w:val="hu-HU"/>
        </w:rPr>
        <w:t>vonatkozó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B077FF" w:rsidRPr="00D2184F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077FF" w:rsidRDefault="00B077FF" w:rsidP="0032398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B077FF" w:rsidRPr="002E3ADC" w:rsidRDefault="00B077F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077FF" w:rsidRPr="00D26E33" w:rsidRDefault="00B077F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B077FF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077FF" w:rsidRDefault="00B077FF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B077FF" w:rsidRPr="00D26E33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077FF" w:rsidRDefault="00B077FF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B077FF" w:rsidRPr="00CD0C83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B077FF" w:rsidRDefault="00B077F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B077FF" w:rsidRDefault="00B077F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B077FF" w:rsidRPr="00D81BE9" w:rsidRDefault="00B077F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B077FF" w:rsidRDefault="00B077FF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077FF" w:rsidRPr="00D81BE9" w:rsidRDefault="00B077FF" w:rsidP="0096541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B077FF" w:rsidRPr="003D1DA3" w:rsidRDefault="00B077F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B077FF" w:rsidRPr="00D26E33" w:rsidRDefault="00B077FF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B077FF" w:rsidRDefault="00B077F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077FF" w:rsidRDefault="00B077FF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B077FF" w:rsidRPr="00D26E33" w:rsidRDefault="00B077F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B077FF" w:rsidRDefault="00B077FF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B077FF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B077FF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B077FF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B077FF" w:rsidRDefault="00B077FF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B077FF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B077FF" w:rsidRDefault="00B077FF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B077FF" w:rsidRPr="00BF5EE3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B077FF" w:rsidRPr="009F05AD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B077FF" w:rsidRPr="009F05AD" w:rsidRDefault="00B077FF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B077FF" w:rsidRPr="009F05AD" w:rsidRDefault="00B077FF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B077FF" w:rsidRPr="009F05AD" w:rsidRDefault="00B077FF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B077FF" w:rsidRPr="009F05AD" w:rsidRDefault="00B077FF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B077FF" w:rsidRPr="009F05AD" w:rsidRDefault="00B077FF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B077FF" w:rsidRDefault="00B077F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077FF" w:rsidRDefault="00B077FF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B077FF" w:rsidRPr="003A48B3" w:rsidRDefault="00B077F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B077FF" w:rsidRPr="00D26E33" w:rsidRDefault="00B077F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B077FF" w:rsidRPr="00D26E33" w:rsidRDefault="00B077F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B077FF" w:rsidRPr="00D26E33" w:rsidRDefault="00B077F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B077FF" w:rsidRPr="00D26E33" w:rsidRDefault="00B077FF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B077FF" w:rsidRPr="00D26E33" w:rsidRDefault="00B077FF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B077FF" w:rsidRPr="0080033F" w:rsidRDefault="00B077FF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B077FF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7FF" w:rsidRDefault="00B077FF" w:rsidP="001E2511">
      <w:pPr>
        <w:spacing w:after="0" w:line="240" w:lineRule="auto"/>
      </w:pPr>
      <w:r>
        <w:separator/>
      </w:r>
    </w:p>
  </w:endnote>
  <w:endnote w:type="continuationSeparator" w:id="0">
    <w:p w:rsidR="00B077FF" w:rsidRDefault="00B077FF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FF" w:rsidRDefault="00B077FF">
    <w:pPr>
      <w:pStyle w:val="Footer"/>
      <w:jc w:val="center"/>
    </w:pPr>
    <w:fldSimple w:instr="PAGE   \* MERGEFORMAT">
      <w:r w:rsidRPr="0096541A">
        <w:rPr>
          <w:noProof/>
          <w:lang w:val="hu-HU"/>
        </w:rPr>
        <w:t>1</w:t>
      </w:r>
    </w:fldSimple>
  </w:p>
  <w:p w:rsidR="00B077FF" w:rsidRDefault="00B077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7FF" w:rsidRDefault="00B077FF" w:rsidP="001E2511">
      <w:pPr>
        <w:spacing w:after="0" w:line="240" w:lineRule="auto"/>
      </w:pPr>
      <w:r>
        <w:separator/>
      </w:r>
    </w:p>
  </w:footnote>
  <w:footnote w:type="continuationSeparator" w:id="0">
    <w:p w:rsidR="00B077FF" w:rsidRDefault="00B077FF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20CF1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7FBC"/>
    <w:rsid w:val="000F7DB6"/>
    <w:rsid w:val="0012784A"/>
    <w:rsid w:val="00133FAB"/>
    <w:rsid w:val="00147242"/>
    <w:rsid w:val="001568DD"/>
    <w:rsid w:val="001715E1"/>
    <w:rsid w:val="001835FB"/>
    <w:rsid w:val="001A6F8E"/>
    <w:rsid w:val="001A72A3"/>
    <w:rsid w:val="001C19F3"/>
    <w:rsid w:val="001E2511"/>
    <w:rsid w:val="001F4991"/>
    <w:rsid w:val="00203A97"/>
    <w:rsid w:val="00223731"/>
    <w:rsid w:val="0024017A"/>
    <w:rsid w:val="00247292"/>
    <w:rsid w:val="00267CF8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3982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034C"/>
    <w:rsid w:val="00487ABB"/>
    <w:rsid w:val="004A4B47"/>
    <w:rsid w:val="004B0755"/>
    <w:rsid w:val="004C5F47"/>
    <w:rsid w:val="004D03C8"/>
    <w:rsid w:val="00516E90"/>
    <w:rsid w:val="005300E7"/>
    <w:rsid w:val="0053616F"/>
    <w:rsid w:val="00536991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935"/>
    <w:rsid w:val="00624A9E"/>
    <w:rsid w:val="006318D4"/>
    <w:rsid w:val="00632012"/>
    <w:rsid w:val="006541E7"/>
    <w:rsid w:val="00655222"/>
    <w:rsid w:val="00661894"/>
    <w:rsid w:val="006636BE"/>
    <w:rsid w:val="00667A9B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23C2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212E"/>
    <w:rsid w:val="008F362A"/>
    <w:rsid w:val="008F4ADF"/>
    <w:rsid w:val="008F51D2"/>
    <w:rsid w:val="00901813"/>
    <w:rsid w:val="00903E3D"/>
    <w:rsid w:val="00910117"/>
    <w:rsid w:val="0091782A"/>
    <w:rsid w:val="00933324"/>
    <w:rsid w:val="009414CE"/>
    <w:rsid w:val="009463C8"/>
    <w:rsid w:val="0096259E"/>
    <w:rsid w:val="0096541A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D3A6A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077FF"/>
    <w:rsid w:val="00B35DB0"/>
    <w:rsid w:val="00B40AF0"/>
    <w:rsid w:val="00B45C6E"/>
    <w:rsid w:val="00B513E0"/>
    <w:rsid w:val="00B617E1"/>
    <w:rsid w:val="00B662F3"/>
    <w:rsid w:val="00B77E39"/>
    <w:rsid w:val="00B86E55"/>
    <w:rsid w:val="00B932D3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251C"/>
    <w:rsid w:val="00C83135"/>
    <w:rsid w:val="00C87A9C"/>
    <w:rsid w:val="00CB0151"/>
    <w:rsid w:val="00CC2A2F"/>
    <w:rsid w:val="00CC3289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C7FC7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32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981</Words>
  <Characters>6774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2018-03-26T12:48:00Z</dcterms:created>
  <dcterms:modified xsi:type="dcterms:W3CDTF">2020-07-20T09:16:00Z</dcterms:modified>
</cp:coreProperties>
</file>